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A3F" w:rsidRPr="00194B4E" w:rsidRDefault="002B2A3F" w:rsidP="00194B4E">
      <w:pPr>
        <w:shd w:val="clear" w:color="auto" w:fill="FFFFFF"/>
        <w:spacing w:after="0" w:line="367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b/>
          <w:bCs/>
          <w:sz w:val="24"/>
          <w:szCs w:val="24"/>
          <w:lang w:eastAsia="ru-RU"/>
        </w:rPr>
        <w:t>Олимпиада по географии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b/>
          <w:bCs/>
          <w:sz w:val="24"/>
          <w:szCs w:val="24"/>
          <w:lang w:eastAsia="ru-RU"/>
        </w:rPr>
        <w:t>Школьный этап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b/>
          <w:bCs/>
          <w:sz w:val="24"/>
          <w:szCs w:val="24"/>
          <w:lang w:eastAsia="ru-RU"/>
        </w:rPr>
        <w:t>9 класс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1. Этому выдающемуся географу нашей страны принадлежит известное высказывание: «карта – это альфа и омега географии, начальный и конечный момент географии». Кто это?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А). С.В. Калесник; Б). Н.Н. Баранский; В). Л.С. Берг.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2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>. В чём причина богатства Кольского полуострова рудными полезными ископаемыми?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Он расположен в пределах кристаллического щита древней платформы.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Б) В основании его территории лежит мощный слой осадочных пород чехла древней платформы.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В) Он подвергся воздействию всех четвертичных оледенений.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Г) Он давно и хорошо изучен геологами.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3. Подумайте, какой известный физико-географический объект объединяет такие страны как Россия, Туркмения, Иран, Казахстан, Азербайджан: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Уральские горы;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Б) Кавказские горы;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В) Каспийское море;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Г) Прикаспийская низменность?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4. На границе какого государства и региона России находится крайняя южная точка страны: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Грузия – Республика Карачаево-Черкесия;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Б) Азербайджан – Республика Дагестан;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В) Монголия – Республика Тува;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Г) Северная Корея – Приморский край?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5. Отметьте религию, которой придерживаются народы финно-угорской группы: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буддизм</w:t>
      </w:r>
      <w:r w:rsidRPr="00FC589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194B4E">
        <w:rPr>
          <w:rFonts w:ascii="Times New Roman" w:hAnsi="Times New Roman"/>
          <w:sz w:val="24"/>
          <w:szCs w:val="24"/>
          <w:lang w:eastAsia="ru-RU"/>
        </w:rPr>
        <w:t>Б) иудаизм</w:t>
      </w:r>
      <w:r w:rsidRPr="00FC589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194B4E">
        <w:rPr>
          <w:rFonts w:ascii="Times New Roman" w:hAnsi="Times New Roman"/>
          <w:sz w:val="24"/>
          <w:szCs w:val="24"/>
          <w:lang w:eastAsia="ru-RU"/>
        </w:rPr>
        <w:t>В) ислам</w:t>
      </w:r>
      <w:r w:rsidRPr="00FC589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194B4E">
        <w:rPr>
          <w:rFonts w:ascii="Times New Roman" w:hAnsi="Times New Roman"/>
          <w:sz w:val="24"/>
          <w:szCs w:val="24"/>
          <w:lang w:eastAsia="ru-RU"/>
        </w:rPr>
        <w:t>Г) православие.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FC589D">
        <w:rPr>
          <w:rFonts w:ascii="Times New Roman" w:hAnsi="Times New Roman"/>
          <w:iCs/>
          <w:sz w:val="24"/>
          <w:szCs w:val="24"/>
          <w:lang w:eastAsia="ru-RU"/>
        </w:rPr>
        <w:t>6. Какой  народ не имее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>т своих национально-территориальных образований в России: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калмыки; Б) чукчи; В) удмурты; Г) корейцы?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7. 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>Установите соответствие</w:t>
      </w:r>
      <w:r w:rsidRPr="00194B4E">
        <w:rPr>
          <w:rFonts w:ascii="Times New Roman" w:hAnsi="Times New Roman"/>
          <w:sz w:val="24"/>
          <w:szCs w:val="24"/>
          <w:lang w:eastAsia="ru-RU"/>
        </w:rPr>
        <w:t>: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НАРОД ЯЗЫКОВАЯ СЕМЬЯ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1) хакасы А) алтайская;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2) манси Б) индоевропейская;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3) ингуши В) уральско-юкагирская;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Г) северокавказская.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8. На какой из перечисленных территорий самое прохладное лето?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Республика Калмыкия; В) Республика Карелия;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Б) Астраханская область; Г) Краснодарский край.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b/>
          <w:bCs/>
          <w:iCs/>
          <w:sz w:val="24"/>
          <w:szCs w:val="24"/>
          <w:lang w:eastAsia="ru-RU"/>
        </w:rPr>
        <w:t>9.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> Расположите города-миллионеры России в направлении с запада на восток: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Ростов-на-Дону;</w:t>
      </w:r>
      <w:r w:rsidRPr="00FC589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4B4E">
        <w:rPr>
          <w:rFonts w:ascii="Times New Roman" w:hAnsi="Times New Roman"/>
          <w:sz w:val="24"/>
          <w:szCs w:val="24"/>
          <w:lang w:eastAsia="ru-RU"/>
        </w:rPr>
        <w:t>Б) Уфа;</w:t>
      </w:r>
      <w:r w:rsidRPr="00FC589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4B4E">
        <w:rPr>
          <w:rFonts w:ascii="Times New Roman" w:hAnsi="Times New Roman"/>
          <w:sz w:val="24"/>
          <w:szCs w:val="24"/>
          <w:lang w:eastAsia="ru-RU"/>
        </w:rPr>
        <w:t>В) Новосибирск;</w:t>
      </w:r>
      <w:r w:rsidRPr="00FC589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4B4E">
        <w:rPr>
          <w:rFonts w:ascii="Times New Roman" w:hAnsi="Times New Roman"/>
          <w:sz w:val="24"/>
          <w:szCs w:val="24"/>
          <w:lang w:eastAsia="ru-RU"/>
        </w:rPr>
        <w:t>Г) Самара.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10.</w:t>
      </w:r>
      <w:r w:rsidRPr="00194B4E">
        <w:rPr>
          <w:rFonts w:ascii="Times New Roman" w:hAnsi="Times New Roman"/>
          <w:b/>
          <w:bCs/>
          <w:iCs/>
          <w:sz w:val="24"/>
          <w:szCs w:val="24"/>
          <w:lang w:eastAsia="ru-RU"/>
        </w:rPr>
        <w:t> 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 xml:space="preserve">О каком полезном ископаемом мы говорим, </w:t>
      </w:r>
      <w:r w:rsidRPr="00FC589D">
        <w:rPr>
          <w:rFonts w:ascii="Times New Roman" w:hAnsi="Times New Roman"/>
          <w:iCs/>
          <w:sz w:val="24"/>
          <w:szCs w:val="24"/>
          <w:lang w:eastAsia="ru-RU"/>
        </w:rPr>
        <w:t>когда называем бассейны  его  залегания-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 xml:space="preserve"> Кузбасс, Донбасс, Печорский, Ленский:</w:t>
      </w:r>
    </w:p>
    <w:p w:rsidR="002B2A3F" w:rsidRPr="00FC589D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sz w:val="24"/>
          <w:szCs w:val="24"/>
          <w:lang w:eastAsia="ru-RU"/>
        </w:rPr>
        <w:t>А) газ Б) нефть В) уголь Г) железная руда</w:t>
      </w:r>
    </w:p>
    <w:p w:rsidR="002B2A3F" w:rsidRPr="00FC589D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</w:rPr>
      </w:pPr>
      <w:r w:rsidRPr="00FC589D">
        <w:rPr>
          <w:rFonts w:ascii="Times New Roman" w:hAnsi="Times New Roman"/>
          <w:sz w:val="24"/>
          <w:szCs w:val="24"/>
        </w:rPr>
        <w:t xml:space="preserve"> 11. Какое море не омывает берега России? А) Белое Б) Карское В) Японское Г) Жёлтое</w:t>
      </w:r>
    </w:p>
    <w:p w:rsidR="002B2A3F" w:rsidRPr="00FC589D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</w:rPr>
      </w:pPr>
      <w:r w:rsidRPr="00FC589D">
        <w:rPr>
          <w:rFonts w:ascii="Times New Roman" w:hAnsi="Times New Roman"/>
          <w:sz w:val="24"/>
          <w:szCs w:val="24"/>
        </w:rPr>
        <w:t xml:space="preserve">12. Для какой природной зоны характерны подзолистые почвы? А) тундра Б) тайга В) широколиственные леса Г) лесостепь </w:t>
      </w:r>
    </w:p>
    <w:p w:rsidR="002B2A3F" w:rsidRPr="00FC589D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</w:rPr>
      </w:pPr>
      <w:r w:rsidRPr="00FC589D">
        <w:rPr>
          <w:rFonts w:ascii="Times New Roman" w:hAnsi="Times New Roman"/>
          <w:sz w:val="24"/>
          <w:szCs w:val="24"/>
        </w:rPr>
        <w:t>13. Как называется возвышенность, на которой берёт начало Волга? А) Приволжская Б) Смоленско-Московская В) Валдайская Г) Среднерусская</w:t>
      </w:r>
    </w:p>
    <w:p w:rsidR="002B2A3F" w:rsidRPr="00FC589D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</w:rPr>
      </w:pPr>
      <w:r w:rsidRPr="00FC589D">
        <w:rPr>
          <w:rFonts w:ascii="Times New Roman" w:hAnsi="Times New Roman"/>
          <w:sz w:val="24"/>
          <w:szCs w:val="24"/>
        </w:rPr>
        <w:t xml:space="preserve"> 14. Где растут амурский бархат, железная берёза, маньчжурский орех? А) в низовьях Волги Б) в уссурийской тайге В) на Кольском полуострове Г) на полуострове Таймыр</w:t>
      </w:r>
    </w:p>
    <w:p w:rsidR="002B2A3F" w:rsidRPr="00FC589D" w:rsidRDefault="002B2A3F" w:rsidP="00A26C40">
      <w:pPr>
        <w:jc w:val="both"/>
        <w:rPr>
          <w:rFonts w:ascii="Times New Roman" w:hAnsi="Times New Roman"/>
          <w:bCs/>
          <w:sz w:val="24"/>
          <w:szCs w:val="24"/>
        </w:rPr>
      </w:pPr>
      <w:r w:rsidRPr="00FC589D">
        <w:rPr>
          <w:rFonts w:ascii="Times New Roman" w:hAnsi="Times New Roman"/>
          <w:sz w:val="24"/>
          <w:szCs w:val="24"/>
        </w:rPr>
        <w:t>15.Какой из представленных масштабов самый крупный</w:t>
      </w:r>
      <w:r w:rsidRPr="00FC589D">
        <w:rPr>
          <w:rFonts w:ascii="Times New Roman" w:hAnsi="Times New Roman"/>
          <w:b/>
          <w:sz w:val="24"/>
          <w:szCs w:val="24"/>
        </w:rPr>
        <w:t>: А)</w:t>
      </w:r>
      <w:r w:rsidRPr="00FC589D">
        <w:rPr>
          <w:rFonts w:ascii="Times New Roman" w:hAnsi="Times New Roman"/>
          <w:bCs/>
          <w:sz w:val="24"/>
          <w:szCs w:val="24"/>
        </w:rPr>
        <w:t>1:25000   Б)1:50000 В)1:100000 Г)1:1000000                                                                                                                  16.Выполните задания по карте.1Выберите 1 участок из трех для игры в футбол, свой выбор обоснуйте ( приведите два довода) 2.В каком направлении течет ручей Беличка 3)на каком берегу ручья расположена точка с высотой 140,5м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A07486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7.75pt;height:276pt;visibility:visible">
            <v:imagedata r:id="rId5" o:title="" gain="2.5" blacklevel="-6554f"/>
          </v:shape>
        </w:pic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FC589D">
        <w:rPr>
          <w:rFonts w:ascii="Times New Roman" w:hAnsi="Times New Roman"/>
          <w:b/>
          <w:bCs/>
          <w:iCs/>
          <w:sz w:val="24"/>
          <w:szCs w:val="24"/>
          <w:lang w:eastAsia="ru-RU"/>
        </w:rPr>
        <w:t>17</w:t>
      </w:r>
      <w:r w:rsidRPr="00194B4E">
        <w:rPr>
          <w:rFonts w:ascii="Times New Roman" w:hAnsi="Times New Roman"/>
          <w:b/>
          <w:bCs/>
          <w:iCs/>
          <w:sz w:val="24"/>
          <w:szCs w:val="24"/>
          <w:lang w:eastAsia="ru-RU"/>
        </w:rPr>
        <w:t>. </w:t>
      </w:r>
      <w:r w:rsidRPr="00FC589D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>Известно, что на восточных склонах Уральских гор осадков выпадает меньше,</w:t>
      </w:r>
    </w:p>
    <w:p w:rsidR="002B2A3F" w:rsidRPr="00FC589D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iCs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чем на западных склонах. Объясните причину этого явления.</w:t>
      </w:r>
    </w:p>
    <w:p w:rsidR="002B2A3F" w:rsidRPr="00FC589D" w:rsidRDefault="002B2A3F" w:rsidP="003E09C2">
      <w:pPr>
        <w:shd w:val="clear" w:color="auto" w:fill="FFFFFF"/>
        <w:spacing w:after="0" w:line="367" w:lineRule="atLeast"/>
        <w:rPr>
          <w:rFonts w:ascii="Times New Roman" w:hAnsi="Times New Roman"/>
          <w:bCs/>
          <w:sz w:val="24"/>
          <w:szCs w:val="24"/>
          <w:lang w:eastAsia="ru-RU"/>
        </w:rPr>
      </w:pPr>
      <w:r w:rsidRPr="00FC589D">
        <w:rPr>
          <w:rFonts w:ascii="Times New Roman" w:hAnsi="Times New Roman"/>
          <w:iCs/>
          <w:sz w:val="24"/>
          <w:szCs w:val="24"/>
          <w:lang w:eastAsia="ru-RU"/>
        </w:rPr>
        <w:t>18.</w:t>
      </w:r>
      <w:r w:rsidRPr="00FC589D">
        <w:rPr>
          <w:rFonts w:ascii="Times New Roman" w:hAnsi="Times New Roman"/>
          <w:bCs/>
          <w:sz w:val="24"/>
          <w:szCs w:val="24"/>
          <w:lang w:eastAsia="ru-RU"/>
        </w:rPr>
        <w:t xml:space="preserve"> В августе 2019 года в Приморском крае случилось стихийное природное явление. Виной</w:t>
      </w:r>
    </w:p>
    <w:p w:rsidR="002B2A3F" w:rsidRPr="00FC589D" w:rsidRDefault="002B2A3F" w:rsidP="003E09C2">
      <w:pPr>
        <w:shd w:val="clear" w:color="auto" w:fill="FFFFFF"/>
        <w:spacing w:after="0" w:line="367" w:lineRule="atLeast"/>
        <w:rPr>
          <w:rFonts w:ascii="Times New Roman" w:hAnsi="Times New Roman"/>
          <w:bCs/>
          <w:sz w:val="24"/>
          <w:szCs w:val="24"/>
          <w:lang w:eastAsia="ru-RU"/>
        </w:rPr>
      </w:pPr>
      <w:r w:rsidRPr="00FC589D">
        <w:rPr>
          <w:rFonts w:ascii="Times New Roman" w:hAnsi="Times New Roman"/>
          <w:bCs/>
          <w:sz w:val="24"/>
          <w:szCs w:val="24"/>
          <w:lang w:eastAsia="ru-RU"/>
        </w:rPr>
        <w:t xml:space="preserve">всему с теплый влажный воздух, пришедший со стороны Китая. Пострадали жители Комсомольска–на-Амуре, Хабаровска и других населенных пунктов..Как называется данное стихийное явление? </w:t>
      </w:r>
    </w:p>
    <w:p w:rsidR="002B2A3F" w:rsidRPr="00194B4E" w:rsidRDefault="002B2A3F" w:rsidP="003E09C2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FC589D">
        <w:rPr>
          <w:rFonts w:ascii="Times New Roman" w:hAnsi="Times New Roman"/>
          <w:bCs/>
          <w:sz w:val="24"/>
          <w:szCs w:val="24"/>
          <w:lang w:eastAsia="ru-RU"/>
        </w:rPr>
        <w:t>В результате чего возникает? Какие районы (какие территории) России подвержены данному стихийному явлению и в какое время года?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FC589D">
        <w:rPr>
          <w:rFonts w:ascii="Times New Roman" w:hAnsi="Times New Roman"/>
          <w:b/>
          <w:bCs/>
          <w:iCs/>
          <w:sz w:val="24"/>
          <w:szCs w:val="24"/>
          <w:lang w:eastAsia="ru-RU"/>
        </w:rPr>
        <w:t>19</w:t>
      </w:r>
      <w:r w:rsidRPr="00194B4E">
        <w:rPr>
          <w:rFonts w:ascii="Times New Roman" w:hAnsi="Times New Roman"/>
          <w:b/>
          <w:bCs/>
          <w:iCs/>
          <w:sz w:val="24"/>
          <w:szCs w:val="24"/>
          <w:lang w:eastAsia="ru-RU"/>
        </w:rPr>
        <w:t>. 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>Объясните причину понижения температур в морях Северного Ледовитого океана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194B4E">
        <w:rPr>
          <w:rFonts w:ascii="Times New Roman" w:hAnsi="Times New Roman"/>
          <w:iCs/>
          <w:sz w:val="24"/>
          <w:szCs w:val="24"/>
          <w:lang w:eastAsia="ru-RU"/>
        </w:rPr>
        <w:t>с запада на восток, от Баренцева моря до Чукотского моря.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  <w:r w:rsidRPr="00FC589D">
        <w:rPr>
          <w:rFonts w:ascii="Times New Roman" w:hAnsi="Times New Roman"/>
          <w:iCs/>
          <w:sz w:val="24"/>
          <w:szCs w:val="24"/>
          <w:lang w:eastAsia="ru-RU"/>
        </w:rPr>
        <w:t>20.</w:t>
      </w:r>
      <w:r w:rsidRPr="00194B4E">
        <w:rPr>
          <w:rFonts w:ascii="Times New Roman" w:hAnsi="Times New Roman"/>
          <w:iCs/>
          <w:sz w:val="24"/>
          <w:szCs w:val="24"/>
          <w:lang w:eastAsia="ru-RU"/>
        </w:rPr>
        <w:t>Ребята - финны из небольшого поселка, расположенного вблизи Северного полярного круга, захотели переписываться со школьниками из других стран, живущих с ними на одной географической широте. Они отправили письма в: Норвегию, Швецию, Россию, Канаду, США. В какую страну они забыли написать?</w:t>
      </w:r>
    </w:p>
    <w:p w:rsidR="002B2A3F" w:rsidRPr="00194B4E" w:rsidRDefault="002B2A3F" w:rsidP="00194B4E">
      <w:pPr>
        <w:shd w:val="clear" w:color="auto" w:fill="FFFFFF"/>
        <w:spacing w:after="0" w:line="367" w:lineRule="atLeast"/>
        <w:rPr>
          <w:rFonts w:ascii="Times New Roman" w:hAnsi="Times New Roman"/>
          <w:sz w:val="24"/>
          <w:szCs w:val="24"/>
          <w:lang w:eastAsia="ru-RU"/>
        </w:rPr>
      </w:pPr>
    </w:p>
    <w:p w:rsidR="002B2A3F" w:rsidRPr="00FC589D" w:rsidRDefault="002B2A3F" w:rsidP="00194B4E">
      <w:pPr>
        <w:shd w:val="clear" w:color="auto" w:fill="FFFFFF"/>
        <w:spacing w:after="0" w:line="367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B2A3F" w:rsidRDefault="002B2A3F" w:rsidP="001600C3">
      <w:pPr>
        <w:shd w:val="clear" w:color="auto" w:fill="FFFFFF"/>
        <w:spacing w:after="0" w:line="367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sectPr w:rsidR="002B2A3F" w:rsidSect="00194B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B6C90"/>
    <w:multiLevelType w:val="multilevel"/>
    <w:tmpl w:val="234A5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2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995C43"/>
    <w:multiLevelType w:val="hybridMultilevel"/>
    <w:tmpl w:val="639A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B4E"/>
    <w:rsid w:val="001600C3"/>
    <w:rsid w:val="00194B4E"/>
    <w:rsid w:val="002B2A3F"/>
    <w:rsid w:val="00312580"/>
    <w:rsid w:val="003E09C2"/>
    <w:rsid w:val="007428B6"/>
    <w:rsid w:val="0089604C"/>
    <w:rsid w:val="00A07486"/>
    <w:rsid w:val="00A26C40"/>
    <w:rsid w:val="00D60013"/>
    <w:rsid w:val="00DD2EBC"/>
    <w:rsid w:val="00E33530"/>
    <w:rsid w:val="00F063C3"/>
    <w:rsid w:val="00FA0F48"/>
    <w:rsid w:val="00FC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58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94B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D60013"/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2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6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429">
              <w:marLeft w:val="0"/>
              <w:marRight w:val="20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2</Pages>
  <Words>570</Words>
  <Characters>3252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Валентиновна Медведева</cp:lastModifiedBy>
  <cp:revision>3</cp:revision>
  <dcterms:created xsi:type="dcterms:W3CDTF">2020-09-03T19:32:00Z</dcterms:created>
  <dcterms:modified xsi:type="dcterms:W3CDTF">2020-09-07T06:47:00Z</dcterms:modified>
</cp:coreProperties>
</file>